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149" w:rsidRDefault="00922149" w:rsidP="00983582">
      <w:pPr>
        <w:widowControl/>
        <w:ind w:firstLine="540"/>
        <w:jc w:val="center"/>
        <w:rPr>
          <w:rStyle w:val="FontStyle13"/>
          <w:bCs/>
          <w:sz w:val="28"/>
          <w:szCs w:val="28"/>
        </w:rPr>
      </w:pPr>
      <w:bookmarkStart w:id="0" w:name="_GoBack"/>
      <w:bookmarkEnd w:id="0"/>
      <w:r>
        <w:rPr>
          <w:rStyle w:val="FontStyle13"/>
          <w:bCs/>
          <w:sz w:val="28"/>
          <w:szCs w:val="28"/>
        </w:rPr>
        <w:t>Закон Ульяновской области</w:t>
      </w:r>
    </w:p>
    <w:p w:rsidR="00922149" w:rsidRDefault="00922149" w:rsidP="00983582">
      <w:pPr>
        <w:widowControl/>
        <w:ind w:firstLine="540"/>
        <w:jc w:val="center"/>
        <w:rPr>
          <w:rStyle w:val="FontStyle13"/>
          <w:bCs/>
          <w:sz w:val="28"/>
          <w:szCs w:val="28"/>
        </w:rPr>
      </w:pPr>
    </w:p>
    <w:p w:rsidR="00922149" w:rsidRDefault="00922149" w:rsidP="005A1A26">
      <w:pPr>
        <w:widowControl/>
        <w:ind w:firstLine="540"/>
        <w:jc w:val="center"/>
        <w:rPr>
          <w:rStyle w:val="FontStyle13"/>
          <w:bCs/>
          <w:sz w:val="28"/>
          <w:szCs w:val="28"/>
        </w:rPr>
      </w:pPr>
    </w:p>
    <w:p w:rsidR="00922149" w:rsidRDefault="00922149" w:rsidP="005A1A26">
      <w:pPr>
        <w:widowControl/>
        <w:ind w:firstLine="540"/>
        <w:jc w:val="center"/>
        <w:rPr>
          <w:rStyle w:val="FontStyle13"/>
          <w:bCs/>
          <w:sz w:val="28"/>
          <w:szCs w:val="28"/>
        </w:rPr>
      </w:pPr>
    </w:p>
    <w:p w:rsidR="00922149" w:rsidRDefault="00922149" w:rsidP="005A1A26">
      <w:pPr>
        <w:widowControl/>
        <w:ind w:firstLine="540"/>
        <w:jc w:val="center"/>
        <w:rPr>
          <w:rStyle w:val="FontStyle13"/>
          <w:bCs/>
          <w:sz w:val="28"/>
          <w:szCs w:val="28"/>
        </w:rPr>
      </w:pPr>
    </w:p>
    <w:p w:rsidR="00922149" w:rsidRPr="00905A6A" w:rsidRDefault="00922149" w:rsidP="005A1A26">
      <w:pPr>
        <w:widowControl/>
        <w:ind w:firstLine="540"/>
        <w:jc w:val="center"/>
        <w:rPr>
          <w:rStyle w:val="FontStyle13"/>
          <w:bCs/>
          <w:sz w:val="16"/>
          <w:szCs w:val="16"/>
        </w:rPr>
      </w:pPr>
    </w:p>
    <w:p w:rsidR="00922149" w:rsidRDefault="00922149" w:rsidP="00A969A9">
      <w:pPr>
        <w:widowControl/>
        <w:jc w:val="center"/>
        <w:rPr>
          <w:b/>
          <w:bCs/>
          <w:sz w:val="28"/>
          <w:szCs w:val="28"/>
        </w:rPr>
      </w:pPr>
      <w:r>
        <w:rPr>
          <w:rStyle w:val="FontStyle13"/>
          <w:bCs/>
          <w:sz w:val="28"/>
          <w:szCs w:val="28"/>
        </w:rPr>
        <w:t>О внесении изменения</w:t>
      </w:r>
      <w:r w:rsidRPr="002C0BF1">
        <w:rPr>
          <w:rStyle w:val="FontStyle13"/>
          <w:bCs/>
          <w:sz w:val="28"/>
          <w:szCs w:val="28"/>
        </w:rPr>
        <w:t xml:space="preserve"> в </w:t>
      </w:r>
      <w:r>
        <w:rPr>
          <w:rStyle w:val="FontStyle13"/>
          <w:bCs/>
          <w:sz w:val="28"/>
          <w:szCs w:val="28"/>
        </w:rPr>
        <w:t xml:space="preserve">статью 2 </w:t>
      </w:r>
      <w:r w:rsidRPr="002C0BF1">
        <w:rPr>
          <w:rStyle w:val="FontStyle13"/>
          <w:bCs/>
          <w:sz w:val="28"/>
          <w:szCs w:val="28"/>
        </w:rPr>
        <w:t>Закон</w:t>
      </w:r>
      <w:r>
        <w:rPr>
          <w:rStyle w:val="FontStyle13"/>
          <w:bCs/>
          <w:sz w:val="28"/>
          <w:szCs w:val="28"/>
        </w:rPr>
        <w:t>а</w:t>
      </w:r>
      <w:r w:rsidRPr="002C0BF1">
        <w:rPr>
          <w:rStyle w:val="FontStyle13"/>
          <w:bCs/>
          <w:sz w:val="28"/>
          <w:szCs w:val="28"/>
        </w:rPr>
        <w:t xml:space="preserve"> Ульяновской области                                            </w:t>
      </w:r>
      <w:r w:rsidRPr="002F296B">
        <w:rPr>
          <w:rStyle w:val="FontStyle13"/>
          <w:bCs/>
          <w:sz w:val="28"/>
          <w:szCs w:val="28"/>
        </w:rPr>
        <w:t>«</w:t>
      </w:r>
      <w:r w:rsidRPr="00FF4315">
        <w:rPr>
          <w:b/>
          <w:bCs/>
          <w:sz w:val="28"/>
          <w:szCs w:val="28"/>
        </w:rPr>
        <w:t xml:space="preserve">О правовом регулировании отдельных вопросов организации </w:t>
      </w:r>
    </w:p>
    <w:p w:rsidR="00922149" w:rsidRPr="00FC33D6" w:rsidRDefault="00922149" w:rsidP="00A969A9">
      <w:pPr>
        <w:widowControl/>
        <w:jc w:val="center"/>
        <w:rPr>
          <w:b/>
          <w:bCs/>
          <w:sz w:val="28"/>
          <w:szCs w:val="28"/>
        </w:rPr>
      </w:pPr>
      <w:r w:rsidRPr="00FF4315">
        <w:rPr>
          <w:b/>
          <w:bCs/>
          <w:sz w:val="28"/>
          <w:szCs w:val="28"/>
        </w:rPr>
        <w:t>местного самоуправления в Ульяновской области</w:t>
      </w:r>
      <w:r w:rsidRPr="00FC33D6">
        <w:rPr>
          <w:b/>
          <w:sz w:val="28"/>
          <w:szCs w:val="28"/>
        </w:rPr>
        <w:t>»</w:t>
      </w:r>
    </w:p>
    <w:p w:rsidR="00922149" w:rsidRDefault="00922149" w:rsidP="005A1A26">
      <w:pPr>
        <w:widowControl/>
        <w:ind w:firstLine="540"/>
        <w:jc w:val="center"/>
        <w:rPr>
          <w:bCs/>
          <w:sz w:val="28"/>
          <w:szCs w:val="28"/>
        </w:rPr>
      </w:pPr>
    </w:p>
    <w:p w:rsidR="00922149" w:rsidRDefault="00922149" w:rsidP="005A1A26">
      <w:pPr>
        <w:widowControl/>
        <w:ind w:firstLine="540"/>
        <w:jc w:val="center"/>
        <w:rPr>
          <w:bCs/>
          <w:sz w:val="28"/>
          <w:szCs w:val="28"/>
        </w:rPr>
      </w:pPr>
    </w:p>
    <w:p w:rsidR="00922149" w:rsidRDefault="00922149" w:rsidP="008D1235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21 апреля 2016 года</w:t>
      </w:r>
    </w:p>
    <w:p w:rsidR="00922149" w:rsidRDefault="00922149" w:rsidP="005A1A26">
      <w:pPr>
        <w:widowControl/>
        <w:ind w:firstLine="540"/>
        <w:jc w:val="center"/>
        <w:rPr>
          <w:bCs/>
          <w:sz w:val="28"/>
          <w:szCs w:val="28"/>
        </w:rPr>
      </w:pPr>
    </w:p>
    <w:p w:rsidR="00922149" w:rsidRDefault="00922149" w:rsidP="005A1A26">
      <w:pPr>
        <w:widowControl/>
        <w:ind w:firstLine="540"/>
        <w:jc w:val="center"/>
        <w:rPr>
          <w:bCs/>
          <w:sz w:val="28"/>
          <w:szCs w:val="28"/>
        </w:rPr>
      </w:pPr>
    </w:p>
    <w:p w:rsidR="00922149" w:rsidRDefault="00922149" w:rsidP="003B0D27">
      <w:pPr>
        <w:widowControl/>
        <w:ind w:firstLine="700"/>
        <w:rPr>
          <w:b/>
          <w:bCs/>
          <w:sz w:val="28"/>
          <w:szCs w:val="28"/>
        </w:rPr>
      </w:pPr>
    </w:p>
    <w:p w:rsidR="00922149" w:rsidRDefault="00922149" w:rsidP="00A969A9">
      <w:pPr>
        <w:widowControl/>
        <w:spacing w:line="360" w:lineRule="auto"/>
        <w:ind w:firstLine="69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в статью 2 Закона</w:t>
      </w:r>
      <w:r w:rsidRPr="00854B0D">
        <w:rPr>
          <w:bCs/>
          <w:sz w:val="28"/>
          <w:szCs w:val="28"/>
        </w:rPr>
        <w:t xml:space="preserve"> Ульяновск</w:t>
      </w:r>
      <w:r>
        <w:rPr>
          <w:bCs/>
          <w:sz w:val="28"/>
          <w:szCs w:val="28"/>
        </w:rPr>
        <w:t xml:space="preserve">ой области от 7 июля 2014 года </w:t>
      </w:r>
      <w:r>
        <w:rPr>
          <w:bCs/>
          <w:sz w:val="28"/>
          <w:szCs w:val="28"/>
        </w:rPr>
        <w:br/>
        <w:t>№ 100-ЗО «</w:t>
      </w:r>
      <w:r w:rsidRPr="00FF4315">
        <w:rPr>
          <w:bCs/>
          <w:sz w:val="28"/>
          <w:szCs w:val="28"/>
        </w:rPr>
        <w:t>О правовом регулировании отдельных вопросов организации местного самоуправления в Ульяновской области</w:t>
      </w:r>
      <w:r>
        <w:rPr>
          <w:bCs/>
          <w:sz w:val="28"/>
          <w:szCs w:val="28"/>
        </w:rPr>
        <w:t xml:space="preserve">» («Ульяновская правда» </w:t>
      </w:r>
      <w:r>
        <w:rPr>
          <w:bCs/>
          <w:sz w:val="28"/>
          <w:szCs w:val="28"/>
        </w:rPr>
        <w:br/>
        <w:t>от 08.07.2014 №</w:t>
      </w:r>
      <w:r w:rsidRPr="00854B0D">
        <w:rPr>
          <w:bCs/>
          <w:sz w:val="28"/>
          <w:szCs w:val="28"/>
        </w:rPr>
        <w:t xml:space="preserve"> 97</w:t>
      </w:r>
      <w:r>
        <w:rPr>
          <w:bCs/>
          <w:sz w:val="28"/>
          <w:szCs w:val="28"/>
        </w:rPr>
        <w:t>;  от 08.06.2015 № 76-77; от 30.12.2015 № 192</w:t>
      </w:r>
      <w:r w:rsidRPr="00854B0D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изменение</w:t>
      </w:r>
      <w:r w:rsidRPr="00CE6E72">
        <w:rPr>
          <w:bCs/>
          <w:sz w:val="28"/>
          <w:szCs w:val="28"/>
        </w:rPr>
        <w:t>, изложив её в следующей редакции</w:t>
      </w:r>
      <w:r>
        <w:rPr>
          <w:bCs/>
          <w:sz w:val="28"/>
          <w:szCs w:val="28"/>
        </w:rPr>
        <w:t>:</w:t>
      </w:r>
    </w:p>
    <w:p w:rsidR="00922149" w:rsidRDefault="00922149" w:rsidP="00CE6E72">
      <w:pPr>
        <w:pStyle w:val="ConsPlusNormal"/>
        <w:ind w:left="2210" w:hanging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2. </w:t>
      </w:r>
      <w:r w:rsidRPr="006C474B">
        <w:rPr>
          <w:rFonts w:ascii="Times New Roman" w:hAnsi="Times New Roman" w:cs="Times New Roman"/>
          <w:b/>
          <w:sz w:val="28"/>
          <w:szCs w:val="28"/>
        </w:rPr>
        <w:t>Порядок избрания глав муниципальных образований Ульяновской области</w:t>
      </w:r>
    </w:p>
    <w:p w:rsidR="00922149" w:rsidRDefault="00922149" w:rsidP="00CE6E72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</w:p>
    <w:p w:rsidR="00922149" w:rsidRDefault="00922149" w:rsidP="00CE6E72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36 </w:t>
      </w:r>
      <w:r w:rsidRPr="00B15EE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5EE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5EE8">
        <w:rPr>
          <w:rFonts w:ascii="Times New Roman" w:hAnsi="Times New Roman" w:cs="Times New Roman"/>
          <w:sz w:val="28"/>
          <w:szCs w:val="28"/>
        </w:rPr>
        <w:t xml:space="preserve"> установить, что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22149" w:rsidRDefault="00922149" w:rsidP="00CE6E72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15EE8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15EE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 района (городского округа)</w:t>
      </w:r>
      <w:r w:rsidRPr="00B15EE8">
        <w:rPr>
          <w:rFonts w:ascii="Times New Roman" w:hAnsi="Times New Roman" w:cs="Times New Roman"/>
          <w:sz w:val="28"/>
          <w:szCs w:val="28"/>
        </w:rPr>
        <w:t xml:space="preserve"> Ульяновской области избира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15EE8">
        <w:rPr>
          <w:rFonts w:ascii="Times New Roman" w:hAnsi="Times New Roman" w:cs="Times New Roman"/>
          <w:sz w:val="28"/>
          <w:szCs w:val="28"/>
        </w:rPr>
        <w:t>тся представительным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15E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(городского округа)</w:t>
      </w:r>
      <w:r w:rsidRPr="00B15EE8">
        <w:rPr>
          <w:rFonts w:ascii="Times New Roman" w:hAnsi="Times New Roman" w:cs="Times New Roman"/>
          <w:sz w:val="28"/>
          <w:szCs w:val="28"/>
        </w:rPr>
        <w:t xml:space="preserve"> Ульяновской области из своего состава и исполня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15EE8">
        <w:rPr>
          <w:rFonts w:ascii="Times New Roman" w:hAnsi="Times New Roman" w:cs="Times New Roman"/>
          <w:sz w:val="28"/>
          <w:szCs w:val="28"/>
        </w:rPr>
        <w:t xml:space="preserve">т полномочия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B15EE8">
        <w:rPr>
          <w:rFonts w:ascii="Times New Roman" w:hAnsi="Times New Roman" w:cs="Times New Roman"/>
          <w:sz w:val="28"/>
          <w:szCs w:val="28"/>
        </w:rPr>
        <w:t xml:space="preserve"> председател</w:t>
      </w:r>
      <w:r>
        <w:rPr>
          <w:rFonts w:ascii="Times New Roman" w:hAnsi="Times New Roman" w:cs="Times New Roman"/>
          <w:sz w:val="28"/>
          <w:szCs w:val="28"/>
        </w:rPr>
        <w:t>я с правом решающего голоса;</w:t>
      </w:r>
    </w:p>
    <w:p w:rsidR="00922149" w:rsidRPr="00AC6F02" w:rsidRDefault="00922149" w:rsidP="00CE6E72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глава поселения Ульяновской области в соответствии с уставом поселения избирается на муниципальных выборах либо представительным органом поселения из своего состава. В</w:t>
      </w:r>
      <w:r w:rsidRPr="00AC6F02">
        <w:rPr>
          <w:rFonts w:ascii="Times New Roman" w:hAnsi="Times New Roman" w:cs="Times New Roman"/>
          <w:sz w:val="28"/>
          <w:szCs w:val="28"/>
        </w:rPr>
        <w:t xml:space="preserve"> случае избрания </w:t>
      </w:r>
      <w:r>
        <w:rPr>
          <w:rFonts w:ascii="Times New Roman" w:hAnsi="Times New Roman" w:cs="Times New Roman"/>
          <w:sz w:val="28"/>
          <w:szCs w:val="28"/>
        </w:rPr>
        <w:t xml:space="preserve">главы поселения Ульяновской области на муниципальных выборах он в соответствии с уставом поселения </w:t>
      </w:r>
      <w:r w:rsidRPr="00AC6F02">
        <w:rPr>
          <w:rFonts w:ascii="Times New Roman" w:hAnsi="Times New Roman" w:cs="Times New Roman"/>
          <w:sz w:val="28"/>
          <w:szCs w:val="28"/>
        </w:rPr>
        <w:t xml:space="preserve">входит в состав представительного органа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AC6F02">
        <w:rPr>
          <w:rFonts w:ascii="Times New Roman" w:hAnsi="Times New Roman" w:cs="Times New Roman"/>
          <w:sz w:val="28"/>
          <w:szCs w:val="28"/>
        </w:rPr>
        <w:t xml:space="preserve"> с правом решающего голоса и исполняет полномочия его председателя либо возглавляет местную администрацию</w:t>
      </w:r>
      <w:r>
        <w:rPr>
          <w:rFonts w:ascii="Times New Roman" w:hAnsi="Times New Roman" w:cs="Times New Roman"/>
          <w:sz w:val="28"/>
          <w:szCs w:val="28"/>
        </w:rPr>
        <w:t>. В случае избрания</w:t>
      </w:r>
      <w:r w:rsidRPr="00AC6F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главы поселения Ульяновской области </w:t>
      </w:r>
      <w:r w:rsidRPr="00AC6F02">
        <w:rPr>
          <w:rFonts w:ascii="Times New Roman" w:hAnsi="Times New Roman" w:cs="Times New Roman"/>
          <w:sz w:val="28"/>
          <w:szCs w:val="28"/>
        </w:rPr>
        <w:t xml:space="preserve">представительным органом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C6F02">
        <w:rPr>
          <w:rFonts w:ascii="Times New Roman" w:hAnsi="Times New Roman" w:cs="Times New Roman"/>
          <w:sz w:val="28"/>
          <w:szCs w:val="28"/>
        </w:rPr>
        <w:t xml:space="preserve">из своего состава </w:t>
      </w:r>
      <w:r>
        <w:rPr>
          <w:rFonts w:ascii="Times New Roman" w:hAnsi="Times New Roman" w:cs="Times New Roman"/>
          <w:sz w:val="28"/>
          <w:szCs w:val="28"/>
        </w:rPr>
        <w:t xml:space="preserve">глава поселения Ульяновской области в соответствии с уставом поселения </w:t>
      </w:r>
      <w:r w:rsidRPr="00AC6F02">
        <w:rPr>
          <w:rFonts w:ascii="Times New Roman" w:hAnsi="Times New Roman" w:cs="Times New Roman"/>
          <w:sz w:val="28"/>
          <w:szCs w:val="28"/>
        </w:rPr>
        <w:t xml:space="preserve">исполняет полномочия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представительного органа поселения </w:t>
      </w:r>
      <w:r w:rsidRPr="00AC6F02">
        <w:rPr>
          <w:rFonts w:ascii="Times New Roman" w:hAnsi="Times New Roman" w:cs="Times New Roman"/>
          <w:sz w:val="28"/>
          <w:szCs w:val="28"/>
        </w:rPr>
        <w:t>с правом решающего голоса либо возглавляет местную администрацию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922149" w:rsidRPr="00A969A9" w:rsidRDefault="00922149" w:rsidP="003B0D27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28"/>
        </w:rPr>
      </w:pPr>
    </w:p>
    <w:p w:rsidR="00922149" w:rsidRDefault="00922149" w:rsidP="003B0D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2149" w:rsidRDefault="00922149" w:rsidP="003B0D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2149" w:rsidRPr="003618F4" w:rsidRDefault="00922149" w:rsidP="003618F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8F4">
        <w:rPr>
          <w:rFonts w:ascii="Times New Roman" w:hAnsi="Times New Roman" w:cs="Times New Roman"/>
          <w:b/>
          <w:sz w:val="28"/>
          <w:szCs w:val="28"/>
        </w:rPr>
        <w:t>Временно исполняющий обязанности</w:t>
      </w:r>
    </w:p>
    <w:p w:rsidR="00922149" w:rsidRDefault="00922149" w:rsidP="003B0D27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Губернатора Ульяновской области                                                      С.И.Морозов</w:t>
      </w:r>
    </w:p>
    <w:p w:rsidR="00922149" w:rsidRDefault="00922149" w:rsidP="000B484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22149" w:rsidRDefault="00922149" w:rsidP="000B484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22149" w:rsidRDefault="00922149" w:rsidP="000B484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22149" w:rsidRPr="007612F8" w:rsidRDefault="00922149" w:rsidP="003B0D27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612F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922149" w:rsidRPr="007612F8" w:rsidRDefault="00922149" w:rsidP="003B0D27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 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</w:t>
        </w:r>
        <w:r w:rsidRPr="007612F8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7612F8">
        <w:rPr>
          <w:rFonts w:ascii="Times New Roman" w:hAnsi="Times New Roman" w:cs="Times New Roman"/>
          <w:sz w:val="28"/>
          <w:szCs w:val="28"/>
        </w:rPr>
        <w:t>.</w:t>
      </w:r>
    </w:p>
    <w:p w:rsidR="00922149" w:rsidRPr="00B9571B" w:rsidRDefault="00922149" w:rsidP="00B9571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957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58</w:t>
      </w:r>
      <w:r w:rsidRPr="00B9571B">
        <w:rPr>
          <w:rFonts w:ascii="Times New Roman" w:hAnsi="Times New Roman" w:cs="Times New Roman"/>
          <w:sz w:val="28"/>
          <w:szCs w:val="28"/>
        </w:rPr>
        <w:t>-ЗО</w:t>
      </w:r>
    </w:p>
    <w:sectPr w:rsidR="00922149" w:rsidRPr="00B9571B" w:rsidSect="00A969A9">
      <w:headerReference w:type="even" r:id="rId6"/>
      <w:headerReference w:type="default" r:id="rId7"/>
      <w:pgSz w:w="11907" w:h="16840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149" w:rsidRDefault="00922149">
      <w:r>
        <w:separator/>
      </w:r>
    </w:p>
  </w:endnote>
  <w:endnote w:type="continuationSeparator" w:id="0">
    <w:p w:rsidR="00922149" w:rsidRDefault="00922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149" w:rsidRDefault="00922149">
      <w:r>
        <w:separator/>
      </w:r>
    </w:p>
  </w:footnote>
  <w:footnote w:type="continuationSeparator" w:id="0">
    <w:p w:rsidR="00922149" w:rsidRDefault="00922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149" w:rsidRDefault="00922149" w:rsidP="00200AF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2149" w:rsidRDefault="009221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149" w:rsidRPr="00F57B02" w:rsidRDefault="00922149" w:rsidP="00F57B02">
    <w:pPr>
      <w:pStyle w:val="Header"/>
      <w:jc w:val="center"/>
      <w:rPr>
        <w:rStyle w:val="PageNumber"/>
        <w:sz w:val="28"/>
      </w:rPr>
    </w:pPr>
    <w:r w:rsidRPr="00F57B02">
      <w:rPr>
        <w:rStyle w:val="PageNumber"/>
        <w:sz w:val="28"/>
      </w:rPr>
      <w:fldChar w:fldCharType="begin"/>
    </w:r>
    <w:r w:rsidRPr="00F57B02">
      <w:rPr>
        <w:rStyle w:val="PageNumber"/>
        <w:sz w:val="28"/>
      </w:rPr>
      <w:instrText xml:space="preserve">PAGE  </w:instrText>
    </w:r>
    <w:r w:rsidRPr="00F57B02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2</w:t>
    </w:r>
    <w:r w:rsidRPr="00F57B02">
      <w:rPr>
        <w:rStyle w:val="PageNumber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A26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236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3BE2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236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84B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869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172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527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5E5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5A18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AF2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A26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C7D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809"/>
    <w:rsid w:val="002A0D5D"/>
    <w:rsid w:val="002A13DA"/>
    <w:rsid w:val="002A1911"/>
    <w:rsid w:val="002A1BBE"/>
    <w:rsid w:val="002A1EA7"/>
    <w:rsid w:val="002A2052"/>
    <w:rsid w:val="002A21B4"/>
    <w:rsid w:val="002A2688"/>
    <w:rsid w:val="002A2E00"/>
    <w:rsid w:val="002A33E5"/>
    <w:rsid w:val="002A3580"/>
    <w:rsid w:val="002A35CA"/>
    <w:rsid w:val="002A3848"/>
    <w:rsid w:val="002A3932"/>
    <w:rsid w:val="002A3AD1"/>
    <w:rsid w:val="002A3E6D"/>
    <w:rsid w:val="002A3FE0"/>
    <w:rsid w:val="002A5CB8"/>
    <w:rsid w:val="002A5EFD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0BF1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61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6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33E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8F4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0D27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3E95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9F7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4ECF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36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22D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3C74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D84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3DF1"/>
    <w:rsid w:val="00544740"/>
    <w:rsid w:val="00544CA8"/>
    <w:rsid w:val="0054567D"/>
    <w:rsid w:val="005458CB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2C39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2A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35C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A26"/>
    <w:rsid w:val="005A1E52"/>
    <w:rsid w:val="005A1FB2"/>
    <w:rsid w:val="005A204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D2D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6EA1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2D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28"/>
    <w:rsid w:val="00641CAA"/>
    <w:rsid w:val="00642613"/>
    <w:rsid w:val="00642987"/>
    <w:rsid w:val="00643953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33B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B07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D43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4B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4F35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559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873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F8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524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87DAA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6E1A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4AE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B0D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11D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235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730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A6A"/>
    <w:rsid w:val="00905EDC"/>
    <w:rsid w:val="00906623"/>
    <w:rsid w:val="00906787"/>
    <w:rsid w:val="009069A3"/>
    <w:rsid w:val="00906F97"/>
    <w:rsid w:val="00907364"/>
    <w:rsid w:val="00907D82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149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3A0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582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0D61"/>
    <w:rsid w:val="009F105B"/>
    <w:rsid w:val="009F17E5"/>
    <w:rsid w:val="009F1D03"/>
    <w:rsid w:val="009F22B2"/>
    <w:rsid w:val="009F230E"/>
    <w:rsid w:val="009F2F4B"/>
    <w:rsid w:val="009F3277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9A9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45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C6F02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CF0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7B0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161"/>
    <w:rsid w:val="00B1448C"/>
    <w:rsid w:val="00B14912"/>
    <w:rsid w:val="00B14A30"/>
    <w:rsid w:val="00B14BFC"/>
    <w:rsid w:val="00B150C1"/>
    <w:rsid w:val="00B152D9"/>
    <w:rsid w:val="00B15C7C"/>
    <w:rsid w:val="00B15EE8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02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399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17D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88F"/>
    <w:rsid w:val="00B77FCD"/>
    <w:rsid w:val="00B80289"/>
    <w:rsid w:val="00B80A22"/>
    <w:rsid w:val="00B80C5E"/>
    <w:rsid w:val="00B81280"/>
    <w:rsid w:val="00B81380"/>
    <w:rsid w:val="00B816C2"/>
    <w:rsid w:val="00B81CC5"/>
    <w:rsid w:val="00B8218C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71B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8FD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5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5FA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278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9C4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4E9B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3F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4E3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E72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583C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C9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71B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DA6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AC0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AB3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BA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2F5E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91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632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9A6"/>
    <w:rsid w:val="00F32F3E"/>
    <w:rsid w:val="00F338AA"/>
    <w:rsid w:val="00F33CC0"/>
    <w:rsid w:val="00F33E9A"/>
    <w:rsid w:val="00F34B51"/>
    <w:rsid w:val="00F35149"/>
    <w:rsid w:val="00F352F0"/>
    <w:rsid w:val="00F35D77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57B02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49B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3D6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315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2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5A1A26"/>
  </w:style>
  <w:style w:type="paragraph" w:customStyle="1" w:styleId="Style4">
    <w:name w:val="Style4"/>
    <w:basedOn w:val="Normal"/>
    <w:uiPriority w:val="99"/>
    <w:rsid w:val="005A1A26"/>
    <w:pPr>
      <w:spacing w:line="322" w:lineRule="exact"/>
      <w:jc w:val="center"/>
    </w:pPr>
  </w:style>
  <w:style w:type="character" w:customStyle="1" w:styleId="FontStyle12">
    <w:name w:val="Font Style12"/>
    <w:uiPriority w:val="99"/>
    <w:rsid w:val="005A1A26"/>
    <w:rPr>
      <w:rFonts w:ascii="Times New Roman" w:hAnsi="Times New Roman"/>
      <w:sz w:val="22"/>
    </w:rPr>
  </w:style>
  <w:style w:type="character" w:customStyle="1" w:styleId="FontStyle13">
    <w:name w:val="Font Style13"/>
    <w:uiPriority w:val="99"/>
    <w:rsid w:val="005A1A26"/>
    <w:rPr>
      <w:rFonts w:ascii="Times New Roman" w:hAnsi="Times New Roman"/>
      <w:b/>
      <w:sz w:val="26"/>
    </w:rPr>
  </w:style>
  <w:style w:type="paragraph" w:customStyle="1" w:styleId="ConsNormal">
    <w:name w:val="ConsNormal"/>
    <w:uiPriority w:val="99"/>
    <w:rsid w:val="005A1A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5A1A2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B543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74AE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5439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5E1D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174A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E1D2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C17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74AE"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F57B0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57B0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12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305</Words>
  <Characters>1743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user</dc:creator>
  <cp:keywords/>
  <dc:description/>
  <cp:lastModifiedBy>Пользователь</cp:lastModifiedBy>
  <cp:revision>12</cp:revision>
  <cp:lastPrinted>2016-04-21T12:46:00Z</cp:lastPrinted>
  <dcterms:created xsi:type="dcterms:W3CDTF">2016-02-11T13:41:00Z</dcterms:created>
  <dcterms:modified xsi:type="dcterms:W3CDTF">2016-05-04T06:38:00Z</dcterms:modified>
</cp:coreProperties>
</file>